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6E" w:rsidRPr="00F472B5" w:rsidRDefault="006E716E" w:rsidP="006E716E">
      <w:pPr>
        <w:jc w:val="center"/>
        <w:rPr>
          <w:rFonts w:ascii="Arial" w:hAnsi="Arial" w:cs="Arial"/>
          <w:b/>
          <w:sz w:val="26"/>
          <w:szCs w:val="26"/>
        </w:rPr>
      </w:pPr>
      <w:r w:rsidRPr="00F472B5">
        <w:rPr>
          <w:rFonts w:ascii="Arial" w:hAnsi="Arial" w:cs="Arial"/>
          <w:b/>
          <w:sz w:val="26"/>
          <w:szCs w:val="26"/>
        </w:rPr>
        <w:t xml:space="preserve">AVALIAÇÃO </w:t>
      </w:r>
      <w:r w:rsidR="00F472B5" w:rsidRPr="00B2083C">
        <w:rPr>
          <w:rFonts w:ascii="Arial" w:hAnsi="Arial" w:cs="Arial"/>
          <w:b/>
          <w:sz w:val="26"/>
          <w:szCs w:val="26"/>
        </w:rPr>
        <w:t xml:space="preserve">DO DESEMPENHO DO ESTAGIÁRIO </w:t>
      </w:r>
      <w:r w:rsidR="00F472B5">
        <w:rPr>
          <w:rFonts w:ascii="Arial" w:hAnsi="Arial" w:cs="Arial"/>
          <w:b/>
          <w:sz w:val="26"/>
          <w:szCs w:val="26"/>
        </w:rPr>
        <w:t xml:space="preserve">- </w:t>
      </w:r>
      <w:r w:rsidRPr="00F472B5">
        <w:rPr>
          <w:rFonts w:ascii="Arial" w:hAnsi="Arial" w:cs="Arial"/>
          <w:b/>
          <w:sz w:val="26"/>
          <w:szCs w:val="26"/>
        </w:rPr>
        <w:t>PROFESSOR ORIENTADOR</w:t>
      </w:r>
    </w:p>
    <w:p w:rsidR="006E716E" w:rsidRDefault="006E716E" w:rsidP="006E716E">
      <w:pPr>
        <w:rPr>
          <w:rFonts w:ascii="Arial" w:hAnsi="Arial" w:cs="Arial"/>
          <w:b/>
          <w:sz w:val="24"/>
          <w:szCs w:val="28"/>
        </w:rPr>
      </w:pPr>
    </w:p>
    <w:p w:rsidR="00F472B5" w:rsidRPr="00C73704" w:rsidRDefault="00F472B5" w:rsidP="00F472B5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Nome do Estagiário: </w:t>
      </w:r>
      <w:r>
        <w:rPr>
          <w:rFonts w:ascii="Arial" w:hAnsi="Arial" w:cs="Arial"/>
          <w:b/>
          <w:sz w:val="24"/>
          <w:szCs w:val="28"/>
        </w:rPr>
        <w:t>_________________________________________________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</w:t>
      </w:r>
    </w:p>
    <w:p w:rsidR="00F472B5" w:rsidRPr="00C73704" w:rsidRDefault="00F472B5" w:rsidP="00F472B5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Emp</w:t>
      </w:r>
      <w:r>
        <w:rPr>
          <w:rFonts w:ascii="Arial" w:hAnsi="Arial" w:cs="Arial"/>
          <w:b/>
          <w:sz w:val="24"/>
          <w:szCs w:val="28"/>
        </w:rPr>
        <w:t>resa/Entidade na qual estagiou:____________________________________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</w:t>
      </w:r>
    </w:p>
    <w:p w:rsidR="00F472B5" w:rsidRPr="00C73704" w:rsidRDefault="00F472B5" w:rsidP="00F472B5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Área do Estágio:</w:t>
      </w:r>
      <w:r>
        <w:rPr>
          <w:rFonts w:ascii="Arial" w:hAnsi="Arial" w:cs="Arial"/>
          <w:b/>
          <w:sz w:val="24"/>
          <w:szCs w:val="28"/>
        </w:rPr>
        <w:t>_____________________________________________________</w:t>
      </w:r>
      <w:r w:rsidRPr="00C73704">
        <w:rPr>
          <w:rFonts w:ascii="Arial" w:hAnsi="Arial" w:cs="Arial"/>
          <w:b/>
          <w:sz w:val="24"/>
          <w:szCs w:val="28"/>
        </w:rPr>
        <w:t xml:space="preserve">                         </w:t>
      </w:r>
    </w:p>
    <w:p w:rsidR="006E716E" w:rsidRDefault="00F472B5" w:rsidP="00F472B5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 xml:space="preserve">Período: 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________ a 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</w:t>
      </w:r>
      <w:r w:rsidRPr="00C73704">
        <w:rPr>
          <w:rFonts w:ascii="Arial" w:hAnsi="Arial" w:cs="Arial"/>
          <w:b/>
          <w:sz w:val="24"/>
          <w:szCs w:val="28"/>
        </w:rPr>
        <w:t>/</w:t>
      </w:r>
      <w:r>
        <w:rPr>
          <w:rFonts w:ascii="Arial" w:hAnsi="Arial" w:cs="Arial"/>
          <w:b/>
          <w:sz w:val="24"/>
          <w:szCs w:val="28"/>
        </w:rPr>
        <w:t>________</w:t>
      </w:r>
    </w:p>
    <w:p w:rsidR="00F472B5" w:rsidRDefault="00786B90" w:rsidP="00F472B5">
      <w:pPr>
        <w:jc w:val="both"/>
        <w:rPr>
          <w:rFonts w:ascii="Arial" w:hAnsi="Arial" w:cs="Arial"/>
          <w:b/>
          <w:sz w:val="24"/>
          <w:szCs w:val="28"/>
        </w:rPr>
      </w:pPr>
      <w:r w:rsidRPr="00C73704">
        <w:rPr>
          <w:rFonts w:ascii="Arial" w:hAnsi="Arial" w:cs="Arial"/>
          <w:b/>
          <w:sz w:val="24"/>
          <w:szCs w:val="28"/>
        </w:rPr>
        <w:t>Total de Horas:</w:t>
      </w:r>
      <w:r>
        <w:rPr>
          <w:rFonts w:ascii="Arial" w:hAnsi="Arial" w:cs="Arial"/>
          <w:b/>
          <w:sz w:val="24"/>
          <w:szCs w:val="28"/>
        </w:rPr>
        <w:t xml:space="preserve"> ______________________________________________________</w:t>
      </w:r>
    </w:p>
    <w:p w:rsidR="00786B90" w:rsidRDefault="00786B90" w:rsidP="00786B90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F472B5" w:rsidRDefault="00F472B5" w:rsidP="00F472B5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Orientações: </w:t>
      </w:r>
      <w:r w:rsidR="003D72E8" w:rsidRPr="003D72E8">
        <w:rPr>
          <w:rFonts w:ascii="Arial" w:hAnsi="Arial" w:cs="Arial"/>
          <w:sz w:val="24"/>
          <w:szCs w:val="28"/>
        </w:rPr>
        <w:t>Com base no relatório final do estágio curricular, apresentado pelo aluno, a</w:t>
      </w:r>
      <w:r w:rsidRPr="003D72E8">
        <w:rPr>
          <w:rFonts w:ascii="Arial" w:hAnsi="Arial" w:cs="Arial"/>
          <w:sz w:val="24"/>
          <w:szCs w:val="28"/>
        </w:rPr>
        <w:t>tribua</w:t>
      </w:r>
      <w:r w:rsidRPr="00C73704">
        <w:rPr>
          <w:rFonts w:ascii="Arial" w:hAnsi="Arial" w:cs="Arial"/>
          <w:sz w:val="24"/>
          <w:szCs w:val="28"/>
        </w:rPr>
        <w:t xml:space="preserve"> notas de 0 a 10 (sendo </w:t>
      </w:r>
      <w:proofErr w:type="gramStart"/>
      <w:r w:rsidRPr="00C73704">
        <w:rPr>
          <w:rFonts w:ascii="Arial" w:hAnsi="Arial" w:cs="Arial"/>
          <w:sz w:val="24"/>
          <w:szCs w:val="28"/>
        </w:rPr>
        <w:t>0</w:t>
      </w:r>
      <w:proofErr w:type="gramEnd"/>
      <w:r w:rsidRPr="00C73704">
        <w:rPr>
          <w:rFonts w:ascii="Arial" w:hAnsi="Arial" w:cs="Arial"/>
          <w:sz w:val="24"/>
          <w:szCs w:val="28"/>
        </w:rPr>
        <w:t xml:space="preserve"> o pior e 10 o melhor cenário) para os atributos listados abaixo, e obtenha a nota final, através da média das notas parciais.</w:t>
      </w:r>
      <w:r>
        <w:rPr>
          <w:rFonts w:ascii="Arial" w:hAnsi="Arial" w:cs="Arial"/>
          <w:b/>
          <w:sz w:val="24"/>
          <w:szCs w:val="28"/>
        </w:rPr>
        <w:t xml:space="preserve"> </w:t>
      </w:r>
    </w:p>
    <w:p w:rsidR="00F472B5" w:rsidRPr="00A01A26" w:rsidRDefault="00F472B5" w:rsidP="00786B90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337"/>
        <w:gridCol w:w="820"/>
      </w:tblGrid>
      <w:tr w:rsidR="006E716E" w:rsidRPr="006E716E" w:rsidTr="00E5610C">
        <w:trPr>
          <w:trHeight w:val="315"/>
        </w:trPr>
        <w:tc>
          <w:tcPr>
            <w:tcW w:w="8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E5610C" w:rsidP="00E5610C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CRITÉRIOS DE AVALIAÇÃO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NOTA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1 - Adequação às normas de elaboração do relatório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3D72E8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2 - </w:t>
            </w:r>
            <w:r w:rsidR="003D72E8" w:rsidRPr="006E716E">
              <w:rPr>
                <w:rFonts w:ascii="Arial" w:hAnsi="Arial" w:cs="Arial"/>
                <w:color w:val="000000"/>
                <w:sz w:val="24"/>
                <w:szCs w:val="24"/>
              </w:rPr>
              <w:t>Clareza e Objetividade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3D72E8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3 - </w:t>
            </w:r>
            <w:r w:rsidR="003D72E8" w:rsidRPr="006E716E">
              <w:rPr>
                <w:rFonts w:ascii="Arial" w:hAnsi="Arial" w:cs="Arial"/>
                <w:color w:val="000000"/>
                <w:sz w:val="24"/>
                <w:szCs w:val="24"/>
              </w:rPr>
              <w:t>Consecução</w:t>
            </w:r>
            <w:proofErr w:type="gramEnd"/>
            <w:r w:rsidR="003D72E8"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 dos objetivos propostos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786B90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4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 xml:space="preserve">Coerência/adequabilidade entre as atividades desenvolvidas no estágio e </w:t>
            </w:r>
            <w:r w:rsidR="00786B90">
              <w:rPr>
                <w:rFonts w:ascii="Arial" w:hAnsi="Arial" w:cs="Arial"/>
                <w:color w:val="000000"/>
                <w:sz w:val="24"/>
                <w:szCs w:val="24"/>
              </w:rPr>
              <w:t xml:space="preserve">a proposta do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>curso de Engenharia Ambiental</w:t>
            </w:r>
            <w:r w:rsidR="00786B90">
              <w:rPr>
                <w:rFonts w:ascii="Arial" w:hAnsi="Arial" w:cs="Arial"/>
                <w:color w:val="000000"/>
                <w:sz w:val="24"/>
                <w:szCs w:val="24"/>
              </w:rPr>
              <w:t xml:space="preserve"> da UFSCar – Lagoa do Sino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3D72E8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5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 xml:space="preserve">Experiências enriquecedoras (diferentes das vivenciadas no curso) para a formação do aluno como futuro profissional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3D72E8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 xml:space="preserve">6 </w:t>
            </w:r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>- Aplicação</w:t>
            </w:r>
            <w:proofErr w:type="gramEnd"/>
            <w:r w:rsidR="003D72E8">
              <w:rPr>
                <w:rFonts w:ascii="Arial" w:hAnsi="Arial" w:cs="Arial"/>
                <w:color w:val="000000"/>
                <w:sz w:val="24"/>
                <w:szCs w:val="24"/>
              </w:rPr>
              <w:t xml:space="preserve"> diversificada dos conhecimentos adquiridos no curso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E716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D72E8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2E8" w:rsidRPr="00786B90" w:rsidRDefault="00786B90" w:rsidP="00786B90">
            <w:pPr>
              <w:spacing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gramStart"/>
            <w:r w:rsidRPr="00786B9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 – Análise</w:t>
            </w:r>
            <w:proofErr w:type="gramEnd"/>
            <w:r w:rsidRPr="00786B9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crítica do aluno quanto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  <w:r w:rsidRPr="00786B9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deficiências do curso identificadas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em decorrência da</w:t>
            </w:r>
            <w:r w:rsidRPr="00786B9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realização do estágio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2E8" w:rsidRPr="006E716E" w:rsidRDefault="003D72E8" w:rsidP="006E716E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E716E" w:rsidRPr="006E716E" w:rsidTr="00786B90">
        <w:trPr>
          <w:trHeight w:val="315"/>
        </w:trPr>
        <w:tc>
          <w:tcPr>
            <w:tcW w:w="8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786B90" w:rsidP="00786B9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MÉDIA DAS NOTAS</w:t>
            </w:r>
            <w:r w:rsidR="00F266C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PARCIAIS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16E" w:rsidRPr="006E716E" w:rsidRDefault="006E716E" w:rsidP="00786B90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E716E" w:rsidRDefault="006E716E" w:rsidP="00786B90">
      <w:pPr>
        <w:spacing w:line="240" w:lineRule="auto"/>
        <w:ind w:left="360"/>
        <w:jc w:val="both"/>
        <w:rPr>
          <w:rFonts w:ascii="Arial" w:hAnsi="Arial" w:cs="Arial"/>
          <w:b/>
          <w:sz w:val="24"/>
          <w:szCs w:val="28"/>
        </w:rPr>
      </w:pPr>
    </w:p>
    <w:p w:rsidR="006E716E" w:rsidRDefault="006E716E" w:rsidP="00786B90">
      <w:pPr>
        <w:spacing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Observações </w:t>
      </w:r>
      <w:r w:rsidR="00786B90">
        <w:rPr>
          <w:rFonts w:ascii="Arial" w:hAnsi="Arial" w:cs="Arial"/>
          <w:b/>
          <w:sz w:val="24"/>
          <w:szCs w:val="28"/>
        </w:rPr>
        <w:t xml:space="preserve">sobre o relatório final do estágio curricular: </w:t>
      </w:r>
    </w:p>
    <w:p w:rsidR="006E716E" w:rsidRPr="006D3C63" w:rsidRDefault="006E716E" w:rsidP="00786B90">
      <w:pPr>
        <w:jc w:val="both"/>
        <w:rPr>
          <w:rFonts w:ascii="Arial" w:hAnsi="Arial" w:cs="Arial"/>
          <w:sz w:val="24"/>
          <w:szCs w:val="28"/>
        </w:rPr>
      </w:pPr>
      <w:r w:rsidRPr="006D3C63">
        <w:rPr>
          <w:rFonts w:ascii="Arial" w:hAnsi="Arial" w:cs="Arial"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6B90">
        <w:rPr>
          <w:rFonts w:ascii="Arial" w:hAnsi="Arial" w:cs="Arial"/>
          <w:sz w:val="24"/>
          <w:szCs w:val="28"/>
        </w:rPr>
        <w:t>____________</w:t>
      </w:r>
    </w:p>
    <w:p w:rsidR="006E716E" w:rsidRDefault="006E716E" w:rsidP="00786B90">
      <w:pPr>
        <w:spacing w:line="240" w:lineRule="auto"/>
        <w:ind w:left="357"/>
        <w:jc w:val="both"/>
        <w:rPr>
          <w:rFonts w:ascii="Arial" w:hAnsi="Arial" w:cs="Arial"/>
          <w:b/>
          <w:sz w:val="24"/>
          <w:szCs w:val="28"/>
        </w:rPr>
      </w:pPr>
    </w:p>
    <w:p w:rsidR="006E716E" w:rsidRPr="006D3C63" w:rsidRDefault="00AF25E1" w:rsidP="00786B90">
      <w:pPr>
        <w:ind w:left="360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Buri, </w:t>
      </w:r>
      <w:r w:rsidR="006E716E" w:rsidRPr="006D3C63">
        <w:rPr>
          <w:rFonts w:ascii="Arial" w:hAnsi="Arial" w:cs="Arial"/>
          <w:sz w:val="24"/>
          <w:szCs w:val="28"/>
        </w:rPr>
        <w:t>_____ / _____ / _______</w:t>
      </w:r>
    </w:p>
    <w:p w:rsidR="00786B90" w:rsidRDefault="00786B90" w:rsidP="00786B90">
      <w:pPr>
        <w:spacing w:line="240" w:lineRule="auto"/>
        <w:ind w:left="357"/>
        <w:jc w:val="both"/>
        <w:rPr>
          <w:rFonts w:ascii="Arial" w:hAnsi="Arial" w:cs="Arial"/>
          <w:b/>
          <w:sz w:val="24"/>
          <w:szCs w:val="28"/>
        </w:rPr>
      </w:pPr>
    </w:p>
    <w:p w:rsidR="006E716E" w:rsidRDefault="006E716E" w:rsidP="00786B90">
      <w:pPr>
        <w:spacing w:line="240" w:lineRule="auto"/>
        <w:ind w:left="357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____________________________________</w:t>
      </w:r>
    </w:p>
    <w:p w:rsidR="006E716E" w:rsidRDefault="006E716E" w:rsidP="00786B90">
      <w:pPr>
        <w:spacing w:line="240" w:lineRule="auto"/>
        <w:ind w:left="357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Professor Orientador</w:t>
      </w:r>
    </w:p>
    <w:p w:rsidR="00A01A26" w:rsidRDefault="006E716E" w:rsidP="00786B90">
      <w:pPr>
        <w:spacing w:line="240" w:lineRule="auto"/>
        <w:ind w:left="357"/>
        <w:jc w:val="center"/>
        <w:rPr>
          <w:rFonts w:ascii="Arial" w:hAnsi="Arial" w:cs="Arial"/>
          <w:sz w:val="72"/>
        </w:rPr>
      </w:pPr>
      <w:r>
        <w:rPr>
          <w:rFonts w:ascii="Arial" w:hAnsi="Arial" w:cs="Arial"/>
          <w:b/>
          <w:sz w:val="24"/>
          <w:szCs w:val="28"/>
        </w:rPr>
        <w:t>Carimbo / assinatura</w:t>
      </w:r>
    </w:p>
    <w:sectPr w:rsidR="00A01A26" w:rsidSect="001B7DDE">
      <w:headerReference w:type="default" r:id="rId8"/>
      <w:pgSz w:w="11906" w:h="16838"/>
      <w:pgMar w:top="993" w:right="991" w:bottom="1276" w:left="1843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FEA" w:rsidRDefault="00906FEA" w:rsidP="00B46E42">
      <w:pPr>
        <w:spacing w:line="240" w:lineRule="auto"/>
      </w:pPr>
      <w:r>
        <w:separator/>
      </w:r>
    </w:p>
  </w:endnote>
  <w:endnote w:type="continuationSeparator" w:id="0">
    <w:p w:rsidR="00906FEA" w:rsidRDefault="00906FEA" w:rsidP="00B46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FEA" w:rsidRDefault="00906FEA" w:rsidP="00B46E42">
      <w:pPr>
        <w:spacing w:line="240" w:lineRule="auto"/>
      </w:pPr>
      <w:r>
        <w:separator/>
      </w:r>
    </w:p>
  </w:footnote>
  <w:footnote w:type="continuationSeparator" w:id="0">
    <w:p w:rsidR="00906FEA" w:rsidRDefault="00906FEA" w:rsidP="00B46E4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E42" w:rsidRDefault="008823CA" w:rsidP="00B46E42">
    <w:pPr>
      <w:pStyle w:val="Cabealho"/>
      <w:tabs>
        <w:tab w:val="clear" w:pos="4252"/>
        <w:tab w:val="clear" w:pos="8504"/>
        <w:tab w:val="left" w:pos="2391"/>
      </w:tabs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-664845</wp:posOffset>
          </wp:positionH>
          <wp:positionV relativeFrom="paragraph">
            <wp:posOffset>5715</wp:posOffset>
          </wp:positionV>
          <wp:extent cx="1456690" cy="1163320"/>
          <wp:effectExtent l="19050" t="0" r="0" b="0"/>
          <wp:wrapTopAndBottom/>
          <wp:docPr id="5" name="Imagem 5" descr="UFSC-LO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UFSC-LO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6690" cy="1163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46E42">
      <w:tab/>
    </w:r>
  </w:p>
  <w:p w:rsidR="00B46E42" w:rsidRDefault="001B7DDE">
    <w:pPr>
      <w:pStyle w:val="Cabealho"/>
    </w:pPr>
    <w:r>
      <w:rPr>
        <w:noProof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4204335</wp:posOffset>
          </wp:positionH>
          <wp:positionV relativeFrom="paragraph">
            <wp:posOffset>10160</wp:posOffset>
          </wp:positionV>
          <wp:extent cx="1654810" cy="712470"/>
          <wp:effectExtent l="19050" t="0" r="2540" b="0"/>
          <wp:wrapSquare wrapText="largest"/>
          <wp:docPr id="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10" cy="71247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6E42" w:rsidRDefault="00B46E42">
    <w:pPr>
      <w:pStyle w:val="Cabealho"/>
    </w:pPr>
  </w:p>
  <w:p w:rsidR="00B46E42" w:rsidRDefault="00B46E42">
    <w:pPr>
      <w:pStyle w:val="Cabealho"/>
    </w:pPr>
  </w:p>
  <w:p w:rsidR="00B3645A" w:rsidRDefault="00B3645A" w:rsidP="00B3645A">
    <w:pPr>
      <w:pStyle w:val="Cabealho"/>
      <w:jc w:val="center"/>
    </w:pPr>
  </w:p>
  <w:p w:rsidR="0058296F" w:rsidRDefault="0058296F">
    <w:pPr>
      <w:pStyle w:val="Cabealho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6DBD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074A48CB"/>
    <w:multiLevelType w:val="hybridMultilevel"/>
    <w:tmpl w:val="531CEBB8"/>
    <w:lvl w:ilvl="0" w:tplc="C55851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13960A0"/>
    <w:multiLevelType w:val="hybridMultilevel"/>
    <w:tmpl w:val="4FD64B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54FC9"/>
    <w:multiLevelType w:val="hybridMultilevel"/>
    <w:tmpl w:val="2A5EC084"/>
    <w:lvl w:ilvl="0" w:tplc="F90E30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7B17929"/>
    <w:multiLevelType w:val="hybridMultilevel"/>
    <w:tmpl w:val="F7064B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64E3"/>
    <w:multiLevelType w:val="hybridMultilevel"/>
    <w:tmpl w:val="A33CB928"/>
    <w:lvl w:ilvl="0" w:tplc="097C44B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B017273"/>
    <w:multiLevelType w:val="hybridMultilevel"/>
    <w:tmpl w:val="C802766A"/>
    <w:lvl w:ilvl="0" w:tplc="F4C49DB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4F1972"/>
    <w:multiLevelType w:val="hybridMultilevel"/>
    <w:tmpl w:val="DB9C9DC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110E4A"/>
    <w:multiLevelType w:val="hybridMultilevel"/>
    <w:tmpl w:val="17764EF6"/>
    <w:lvl w:ilvl="0" w:tplc="D284A6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2F6B560D"/>
    <w:multiLevelType w:val="hybridMultilevel"/>
    <w:tmpl w:val="E7AC6124"/>
    <w:lvl w:ilvl="0" w:tplc="59102BFC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0F011EA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37690357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A7436F5"/>
    <w:multiLevelType w:val="hybridMultilevel"/>
    <w:tmpl w:val="DEDAE302"/>
    <w:lvl w:ilvl="0" w:tplc="A2DEC39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42B25D5F"/>
    <w:multiLevelType w:val="multilevel"/>
    <w:tmpl w:val="C434811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57854E8A"/>
    <w:multiLevelType w:val="hybridMultilevel"/>
    <w:tmpl w:val="60120464"/>
    <w:lvl w:ilvl="0" w:tplc="6D82912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C706CF0"/>
    <w:multiLevelType w:val="multilevel"/>
    <w:tmpl w:val="561AB5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0765458"/>
    <w:multiLevelType w:val="multilevel"/>
    <w:tmpl w:val="F6F48C9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66E76EC1"/>
    <w:multiLevelType w:val="multilevel"/>
    <w:tmpl w:val="D5DABF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718D09AD"/>
    <w:multiLevelType w:val="hybridMultilevel"/>
    <w:tmpl w:val="BC3AB7C4"/>
    <w:lvl w:ilvl="0" w:tplc="0416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76A80"/>
    <w:multiLevelType w:val="hybridMultilevel"/>
    <w:tmpl w:val="E43A15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7"/>
  </w:num>
  <w:num w:numId="4">
    <w:abstractNumId w:val="9"/>
  </w:num>
  <w:num w:numId="5">
    <w:abstractNumId w:val="14"/>
  </w:num>
  <w:num w:numId="6">
    <w:abstractNumId w:val="6"/>
  </w:num>
  <w:num w:numId="7">
    <w:abstractNumId w:val="1"/>
  </w:num>
  <w:num w:numId="8">
    <w:abstractNumId w:val="5"/>
  </w:num>
  <w:num w:numId="9">
    <w:abstractNumId w:val="12"/>
  </w:num>
  <w:num w:numId="10">
    <w:abstractNumId w:val="3"/>
  </w:num>
  <w:num w:numId="11">
    <w:abstractNumId w:val="17"/>
  </w:num>
  <w:num w:numId="12">
    <w:abstractNumId w:val="13"/>
  </w:num>
  <w:num w:numId="13">
    <w:abstractNumId w:val="4"/>
  </w:num>
  <w:num w:numId="14">
    <w:abstractNumId w:val="19"/>
  </w:num>
  <w:num w:numId="15">
    <w:abstractNumId w:val="16"/>
  </w:num>
  <w:num w:numId="16">
    <w:abstractNumId w:val="2"/>
  </w:num>
  <w:num w:numId="17">
    <w:abstractNumId w:val="11"/>
  </w:num>
  <w:num w:numId="18">
    <w:abstractNumId w:val="0"/>
  </w:num>
  <w:num w:numId="19">
    <w:abstractNumId w:val="10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078F6"/>
    <w:rsid w:val="00001859"/>
    <w:rsid w:val="00004368"/>
    <w:rsid w:val="00007221"/>
    <w:rsid w:val="00012540"/>
    <w:rsid w:val="0001366F"/>
    <w:rsid w:val="00020F42"/>
    <w:rsid w:val="0004242E"/>
    <w:rsid w:val="00046DC3"/>
    <w:rsid w:val="00056841"/>
    <w:rsid w:val="00064B9D"/>
    <w:rsid w:val="00066465"/>
    <w:rsid w:val="00067CD9"/>
    <w:rsid w:val="00070DB9"/>
    <w:rsid w:val="00074712"/>
    <w:rsid w:val="0008074D"/>
    <w:rsid w:val="00086845"/>
    <w:rsid w:val="00090777"/>
    <w:rsid w:val="0009511C"/>
    <w:rsid w:val="000A220D"/>
    <w:rsid w:val="000A29C4"/>
    <w:rsid w:val="000C6A51"/>
    <w:rsid w:val="000C79F0"/>
    <w:rsid w:val="000E1300"/>
    <w:rsid w:val="000E6870"/>
    <w:rsid w:val="000F4E09"/>
    <w:rsid w:val="000F55E1"/>
    <w:rsid w:val="000F6763"/>
    <w:rsid w:val="000F68D9"/>
    <w:rsid w:val="00100B60"/>
    <w:rsid w:val="001059DC"/>
    <w:rsid w:val="00105C28"/>
    <w:rsid w:val="00107FD5"/>
    <w:rsid w:val="00114ED9"/>
    <w:rsid w:val="00116968"/>
    <w:rsid w:val="00123005"/>
    <w:rsid w:val="001422B4"/>
    <w:rsid w:val="001439BC"/>
    <w:rsid w:val="00145856"/>
    <w:rsid w:val="00157592"/>
    <w:rsid w:val="001662AB"/>
    <w:rsid w:val="00170077"/>
    <w:rsid w:val="001728E3"/>
    <w:rsid w:val="00172C63"/>
    <w:rsid w:val="00173119"/>
    <w:rsid w:val="00173997"/>
    <w:rsid w:val="00175602"/>
    <w:rsid w:val="00184A69"/>
    <w:rsid w:val="00184A8A"/>
    <w:rsid w:val="00184DE2"/>
    <w:rsid w:val="00184E6C"/>
    <w:rsid w:val="00187B24"/>
    <w:rsid w:val="00191283"/>
    <w:rsid w:val="001A77B4"/>
    <w:rsid w:val="001B7DDE"/>
    <w:rsid w:val="001D3622"/>
    <w:rsid w:val="001E2AD5"/>
    <w:rsid w:val="001E379E"/>
    <w:rsid w:val="001F1BC3"/>
    <w:rsid w:val="001F2796"/>
    <w:rsid w:val="001F27AD"/>
    <w:rsid w:val="001F45CD"/>
    <w:rsid w:val="001F641C"/>
    <w:rsid w:val="001F6D7B"/>
    <w:rsid w:val="00200271"/>
    <w:rsid w:val="002105AE"/>
    <w:rsid w:val="0022401D"/>
    <w:rsid w:val="00236798"/>
    <w:rsid w:val="00243D29"/>
    <w:rsid w:val="0024464C"/>
    <w:rsid w:val="002457F7"/>
    <w:rsid w:val="0026054C"/>
    <w:rsid w:val="00262355"/>
    <w:rsid w:val="002631D0"/>
    <w:rsid w:val="002654FB"/>
    <w:rsid w:val="0026573A"/>
    <w:rsid w:val="00277BD1"/>
    <w:rsid w:val="00283391"/>
    <w:rsid w:val="00284915"/>
    <w:rsid w:val="002857B7"/>
    <w:rsid w:val="00285DBC"/>
    <w:rsid w:val="00287378"/>
    <w:rsid w:val="00287EAF"/>
    <w:rsid w:val="002929E3"/>
    <w:rsid w:val="002A1F64"/>
    <w:rsid w:val="002A6BFA"/>
    <w:rsid w:val="002C435F"/>
    <w:rsid w:val="002C48B2"/>
    <w:rsid w:val="002E3654"/>
    <w:rsid w:val="002E3D16"/>
    <w:rsid w:val="002E4DE8"/>
    <w:rsid w:val="002F1CFC"/>
    <w:rsid w:val="002F4B9F"/>
    <w:rsid w:val="002F6456"/>
    <w:rsid w:val="00305FE0"/>
    <w:rsid w:val="00306B48"/>
    <w:rsid w:val="00307916"/>
    <w:rsid w:val="00310B74"/>
    <w:rsid w:val="003252FB"/>
    <w:rsid w:val="00331218"/>
    <w:rsid w:val="00343A20"/>
    <w:rsid w:val="00344C7F"/>
    <w:rsid w:val="0035253B"/>
    <w:rsid w:val="00355083"/>
    <w:rsid w:val="00357F19"/>
    <w:rsid w:val="00360478"/>
    <w:rsid w:val="00362108"/>
    <w:rsid w:val="003621D4"/>
    <w:rsid w:val="00365A1A"/>
    <w:rsid w:val="00371957"/>
    <w:rsid w:val="0037434B"/>
    <w:rsid w:val="0037434E"/>
    <w:rsid w:val="0037574E"/>
    <w:rsid w:val="00376354"/>
    <w:rsid w:val="00386BDE"/>
    <w:rsid w:val="00396D03"/>
    <w:rsid w:val="00396D3E"/>
    <w:rsid w:val="003A08B6"/>
    <w:rsid w:val="003B1AFA"/>
    <w:rsid w:val="003B3841"/>
    <w:rsid w:val="003B5380"/>
    <w:rsid w:val="003C4BC5"/>
    <w:rsid w:val="003D2191"/>
    <w:rsid w:val="003D72E8"/>
    <w:rsid w:val="003E3673"/>
    <w:rsid w:val="003E3CE1"/>
    <w:rsid w:val="003F1956"/>
    <w:rsid w:val="004021C3"/>
    <w:rsid w:val="004057D0"/>
    <w:rsid w:val="0041280D"/>
    <w:rsid w:val="00424CD6"/>
    <w:rsid w:val="004338AC"/>
    <w:rsid w:val="00434CD7"/>
    <w:rsid w:val="00450372"/>
    <w:rsid w:val="00453AB4"/>
    <w:rsid w:val="00461BD8"/>
    <w:rsid w:val="00461C90"/>
    <w:rsid w:val="00474F8D"/>
    <w:rsid w:val="004750B2"/>
    <w:rsid w:val="00475B04"/>
    <w:rsid w:val="004A126D"/>
    <w:rsid w:val="004C544F"/>
    <w:rsid w:val="004C589F"/>
    <w:rsid w:val="004C5B9A"/>
    <w:rsid w:val="004C6389"/>
    <w:rsid w:val="004C6F95"/>
    <w:rsid w:val="004D60AF"/>
    <w:rsid w:val="004F4634"/>
    <w:rsid w:val="004F78D4"/>
    <w:rsid w:val="0050438B"/>
    <w:rsid w:val="005063A0"/>
    <w:rsid w:val="0050680D"/>
    <w:rsid w:val="00507DA4"/>
    <w:rsid w:val="00512887"/>
    <w:rsid w:val="00512AD8"/>
    <w:rsid w:val="00513908"/>
    <w:rsid w:val="00515579"/>
    <w:rsid w:val="005207BD"/>
    <w:rsid w:val="00520969"/>
    <w:rsid w:val="00522545"/>
    <w:rsid w:val="0052357C"/>
    <w:rsid w:val="00524D39"/>
    <w:rsid w:val="00526076"/>
    <w:rsid w:val="00535961"/>
    <w:rsid w:val="00541265"/>
    <w:rsid w:val="00547CFA"/>
    <w:rsid w:val="00551356"/>
    <w:rsid w:val="005516E0"/>
    <w:rsid w:val="005524AD"/>
    <w:rsid w:val="005524B7"/>
    <w:rsid w:val="005540D5"/>
    <w:rsid w:val="00555A6D"/>
    <w:rsid w:val="00557D37"/>
    <w:rsid w:val="00560838"/>
    <w:rsid w:val="005642B2"/>
    <w:rsid w:val="00567806"/>
    <w:rsid w:val="00581B76"/>
    <w:rsid w:val="0058296F"/>
    <w:rsid w:val="00582B5A"/>
    <w:rsid w:val="00584FFA"/>
    <w:rsid w:val="00586605"/>
    <w:rsid w:val="005A1B53"/>
    <w:rsid w:val="005A6956"/>
    <w:rsid w:val="005B2663"/>
    <w:rsid w:val="005D42F7"/>
    <w:rsid w:val="005D6BA4"/>
    <w:rsid w:val="005E19BA"/>
    <w:rsid w:val="005F3165"/>
    <w:rsid w:val="005F3BF4"/>
    <w:rsid w:val="00604906"/>
    <w:rsid w:val="00611296"/>
    <w:rsid w:val="00611EC2"/>
    <w:rsid w:val="00613894"/>
    <w:rsid w:val="0061741A"/>
    <w:rsid w:val="00617DE2"/>
    <w:rsid w:val="006246CE"/>
    <w:rsid w:val="00625375"/>
    <w:rsid w:val="006279A4"/>
    <w:rsid w:val="00640F9D"/>
    <w:rsid w:val="00642F2B"/>
    <w:rsid w:val="006463AF"/>
    <w:rsid w:val="006500FD"/>
    <w:rsid w:val="0066341D"/>
    <w:rsid w:val="00665134"/>
    <w:rsid w:val="00665F57"/>
    <w:rsid w:val="00666B01"/>
    <w:rsid w:val="00667668"/>
    <w:rsid w:val="006717B5"/>
    <w:rsid w:val="0067243C"/>
    <w:rsid w:val="00674F66"/>
    <w:rsid w:val="00677BD5"/>
    <w:rsid w:val="006851DE"/>
    <w:rsid w:val="00693B32"/>
    <w:rsid w:val="00694F45"/>
    <w:rsid w:val="006960F5"/>
    <w:rsid w:val="00696261"/>
    <w:rsid w:val="006968EB"/>
    <w:rsid w:val="006A1890"/>
    <w:rsid w:val="006B2576"/>
    <w:rsid w:val="006B7425"/>
    <w:rsid w:val="006C1DF6"/>
    <w:rsid w:val="006D3C63"/>
    <w:rsid w:val="006D65F1"/>
    <w:rsid w:val="006D6BFA"/>
    <w:rsid w:val="006E4259"/>
    <w:rsid w:val="006E48C1"/>
    <w:rsid w:val="006E595F"/>
    <w:rsid w:val="006E7085"/>
    <w:rsid w:val="006E716E"/>
    <w:rsid w:val="006E736B"/>
    <w:rsid w:val="006F7318"/>
    <w:rsid w:val="007021E6"/>
    <w:rsid w:val="00705F1A"/>
    <w:rsid w:val="00706327"/>
    <w:rsid w:val="00711FCE"/>
    <w:rsid w:val="00713587"/>
    <w:rsid w:val="007252AA"/>
    <w:rsid w:val="007253F2"/>
    <w:rsid w:val="00745CEC"/>
    <w:rsid w:val="007536E2"/>
    <w:rsid w:val="00757BC5"/>
    <w:rsid w:val="00764C07"/>
    <w:rsid w:val="00765C04"/>
    <w:rsid w:val="0077198F"/>
    <w:rsid w:val="00773FB1"/>
    <w:rsid w:val="00774B08"/>
    <w:rsid w:val="007837C7"/>
    <w:rsid w:val="00784101"/>
    <w:rsid w:val="00786B90"/>
    <w:rsid w:val="007903F2"/>
    <w:rsid w:val="007907F8"/>
    <w:rsid w:val="00793C2B"/>
    <w:rsid w:val="00795B08"/>
    <w:rsid w:val="00797522"/>
    <w:rsid w:val="007A3FBC"/>
    <w:rsid w:val="007A52E8"/>
    <w:rsid w:val="007C2732"/>
    <w:rsid w:val="007C70BA"/>
    <w:rsid w:val="007F590C"/>
    <w:rsid w:val="007F5ED8"/>
    <w:rsid w:val="00805162"/>
    <w:rsid w:val="0080553B"/>
    <w:rsid w:val="008078F6"/>
    <w:rsid w:val="008205DD"/>
    <w:rsid w:val="00820EFB"/>
    <w:rsid w:val="008253AE"/>
    <w:rsid w:val="008268A8"/>
    <w:rsid w:val="008317A3"/>
    <w:rsid w:val="00831B3B"/>
    <w:rsid w:val="008332AC"/>
    <w:rsid w:val="00835ECC"/>
    <w:rsid w:val="00836F89"/>
    <w:rsid w:val="008470C4"/>
    <w:rsid w:val="008518D9"/>
    <w:rsid w:val="00856E90"/>
    <w:rsid w:val="00867724"/>
    <w:rsid w:val="0087507E"/>
    <w:rsid w:val="008823CA"/>
    <w:rsid w:val="00894815"/>
    <w:rsid w:val="008A75CC"/>
    <w:rsid w:val="008B0F16"/>
    <w:rsid w:val="008B12DB"/>
    <w:rsid w:val="008B270F"/>
    <w:rsid w:val="008B49AA"/>
    <w:rsid w:val="008C1084"/>
    <w:rsid w:val="008C674F"/>
    <w:rsid w:val="008C7E65"/>
    <w:rsid w:val="008D221D"/>
    <w:rsid w:val="008D6B03"/>
    <w:rsid w:val="008E0807"/>
    <w:rsid w:val="008F4C29"/>
    <w:rsid w:val="008F6990"/>
    <w:rsid w:val="00901EB4"/>
    <w:rsid w:val="00903B57"/>
    <w:rsid w:val="00906A99"/>
    <w:rsid w:val="00906FEA"/>
    <w:rsid w:val="00910008"/>
    <w:rsid w:val="00914F80"/>
    <w:rsid w:val="009214E1"/>
    <w:rsid w:val="009225ED"/>
    <w:rsid w:val="009353A3"/>
    <w:rsid w:val="009417A9"/>
    <w:rsid w:val="0094392B"/>
    <w:rsid w:val="00945607"/>
    <w:rsid w:val="009463A1"/>
    <w:rsid w:val="0095042E"/>
    <w:rsid w:val="00951B72"/>
    <w:rsid w:val="00952F69"/>
    <w:rsid w:val="009548C1"/>
    <w:rsid w:val="00961AAB"/>
    <w:rsid w:val="009673DD"/>
    <w:rsid w:val="00967DEF"/>
    <w:rsid w:val="00981B2A"/>
    <w:rsid w:val="00982B70"/>
    <w:rsid w:val="00985D62"/>
    <w:rsid w:val="009862AF"/>
    <w:rsid w:val="00994739"/>
    <w:rsid w:val="00997956"/>
    <w:rsid w:val="009A46E3"/>
    <w:rsid w:val="009A7363"/>
    <w:rsid w:val="009B1FEF"/>
    <w:rsid w:val="009B283C"/>
    <w:rsid w:val="009B2F5C"/>
    <w:rsid w:val="009B5448"/>
    <w:rsid w:val="009C018E"/>
    <w:rsid w:val="009C3CAA"/>
    <w:rsid w:val="009C65EA"/>
    <w:rsid w:val="009D1B3B"/>
    <w:rsid w:val="009D3BAB"/>
    <w:rsid w:val="009F2349"/>
    <w:rsid w:val="009F6B52"/>
    <w:rsid w:val="00A01A26"/>
    <w:rsid w:val="00A020DB"/>
    <w:rsid w:val="00A033B2"/>
    <w:rsid w:val="00A0468B"/>
    <w:rsid w:val="00A051EE"/>
    <w:rsid w:val="00A07EE5"/>
    <w:rsid w:val="00A11E2F"/>
    <w:rsid w:val="00A16B25"/>
    <w:rsid w:val="00A2553F"/>
    <w:rsid w:val="00A31608"/>
    <w:rsid w:val="00A3244A"/>
    <w:rsid w:val="00A3547B"/>
    <w:rsid w:val="00A35EEF"/>
    <w:rsid w:val="00A35F7F"/>
    <w:rsid w:val="00A37236"/>
    <w:rsid w:val="00A433B3"/>
    <w:rsid w:val="00A6372A"/>
    <w:rsid w:val="00A73AA9"/>
    <w:rsid w:val="00A77BE1"/>
    <w:rsid w:val="00A8016E"/>
    <w:rsid w:val="00A80F84"/>
    <w:rsid w:val="00A95272"/>
    <w:rsid w:val="00A9621C"/>
    <w:rsid w:val="00A96D65"/>
    <w:rsid w:val="00AA3A73"/>
    <w:rsid w:val="00AC0269"/>
    <w:rsid w:val="00AC4F24"/>
    <w:rsid w:val="00AC7EAF"/>
    <w:rsid w:val="00AD2328"/>
    <w:rsid w:val="00AD374A"/>
    <w:rsid w:val="00AD6FEC"/>
    <w:rsid w:val="00AF16E0"/>
    <w:rsid w:val="00AF25E1"/>
    <w:rsid w:val="00B01D55"/>
    <w:rsid w:val="00B17E65"/>
    <w:rsid w:val="00B3317D"/>
    <w:rsid w:val="00B3645A"/>
    <w:rsid w:val="00B40E21"/>
    <w:rsid w:val="00B41613"/>
    <w:rsid w:val="00B46E42"/>
    <w:rsid w:val="00B5378A"/>
    <w:rsid w:val="00B54B3D"/>
    <w:rsid w:val="00B567C3"/>
    <w:rsid w:val="00B567F7"/>
    <w:rsid w:val="00B62434"/>
    <w:rsid w:val="00B62B04"/>
    <w:rsid w:val="00B644DC"/>
    <w:rsid w:val="00B67154"/>
    <w:rsid w:val="00B73996"/>
    <w:rsid w:val="00B75564"/>
    <w:rsid w:val="00B82481"/>
    <w:rsid w:val="00B86B26"/>
    <w:rsid w:val="00B97D05"/>
    <w:rsid w:val="00BA3967"/>
    <w:rsid w:val="00BA4737"/>
    <w:rsid w:val="00BA56EE"/>
    <w:rsid w:val="00BA64A9"/>
    <w:rsid w:val="00BC7279"/>
    <w:rsid w:val="00BD112A"/>
    <w:rsid w:val="00BD13C9"/>
    <w:rsid w:val="00BE2EA4"/>
    <w:rsid w:val="00BE4A44"/>
    <w:rsid w:val="00BF5115"/>
    <w:rsid w:val="00C04597"/>
    <w:rsid w:val="00C067D4"/>
    <w:rsid w:val="00C10F07"/>
    <w:rsid w:val="00C11FD7"/>
    <w:rsid w:val="00C13FF7"/>
    <w:rsid w:val="00C145EC"/>
    <w:rsid w:val="00C149A5"/>
    <w:rsid w:val="00C1670E"/>
    <w:rsid w:val="00C36EE7"/>
    <w:rsid w:val="00C44D74"/>
    <w:rsid w:val="00C50DB1"/>
    <w:rsid w:val="00C529FE"/>
    <w:rsid w:val="00C54CAA"/>
    <w:rsid w:val="00C61BC0"/>
    <w:rsid w:val="00C635E2"/>
    <w:rsid w:val="00C6490E"/>
    <w:rsid w:val="00C76DF9"/>
    <w:rsid w:val="00C86C14"/>
    <w:rsid w:val="00C91F92"/>
    <w:rsid w:val="00C929E7"/>
    <w:rsid w:val="00C92EC1"/>
    <w:rsid w:val="00C9792A"/>
    <w:rsid w:val="00CA2F49"/>
    <w:rsid w:val="00CB057C"/>
    <w:rsid w:val="00CB215D"/>
    <w:rsid w:val="00CB4C85"/>
    <w:rsid w:val="00CC190C"/>
    <w:rsid w:val="00CE1493"/>
    <w:rsid w:val="00CE2C32"/>
    <w:rsid w:val="00CE392C"/>
    <w:rsid w:val="00CE63F9"/>
    <w:rsid w:val="00CF5077"/>
    <w:rsid w:val="00D01D2B"/>
    <w:rsid w:val="00D05C95"/>
    <w:rsid w:val="00D12361"/>
    <w:rsid w:val="00D15257"/>
    <w:rsid w:val="00D31579"/>
    <w:rsid w:val="00D31E7C"/>
    <w:rsid w:val="00D334B8"/>
    <w:rsid w:val="00D341EB"/>
    <w:rsid w:val="00D35A23"/>
    <w:rsid w:val="00D5088F"/>
    <w:rsid w:val="00D51E1B"/>
    <w:rsid w:val="00D529E2"/>
    <w:rsid w:val="00D63784"/>
    <w:rsid w:val="00D65A9A"/>
    <w:rsid w:val="00D71338"/>
    <w:rsid w:val="00D75645"/>
    <w:rsid w:val="00D816A8"/>
    <w:rsid w:val="00D8213E"/>
    <w:rsid w:val="00D82334"/>
    <w:rsid w:val="00DA253B"/>
    <w:rsid w:val="00DB167E"/>
    <w:rsid w:val="00DB262F"/>
    <w:rsid w:val="00DB2636"/>
    <w:rsid w:val="00DB426E"/>
    <w:rsid w:val="00DB49F3"/>
    <w:rsid w:val="00DC106B"/>
    <w:rsid w:val="00DC193C"/>
    <w:rsid w:val="00DC3A23"/>
    <w:rsid w:val="00DC3D77"/>
    <w:rsid w:val="00DC5298"/>
    <w:rsid w:val="00DD0A0D"/>
    <w:rsid w:val="00DD4858"/>
    <w:rsid w:val="00DE2441"/>
    <w:rsid w:val="00DE4F04"/>
    <w:rsid w:val="00DF13E0"/>
    <w:rsid w:val="00E03754"/>
    <w:rsid w:val="00E1059E"/>
    <w:rsid w:val="00E1288B"/>
    <w:rsid w:val="00E200E8"/>
    <w:rsid w:val="00E25F03"/>
    <w:rsid w:val="00E31921"/>
    <w:rsid w:val="00E46811"/>
    <w:rsid w:val="00E473A0"/>
    <w:rsid w:val="00E47B53"/>
    <w:rsid w:val="00E5305C"/>
    <w:rsid w:val="00E5610C"/>
    <w:rsid w:val="00E6341B"/>
    <w:rsid w:val="00E747A9"/>
    <w:rsid w:val="00E76F88"/>
    <w:rsid w:val="00E90698"/>
    <w:rsid w:val="00E97CBD"/>
    <w:rsid w:val="00EA083D"/>
    <w:rsid w:val="00EA29B3"/>
    <w:rsid w:val="00EB41ED"/>
    <w:rsid w:val="00EC2DBE"/>
    <w:rsid w:val="00ED01FE"/>
    <w:rsid w:val="00ED5172"/>
    <w:rsid w:val="00EE63EA"/>
    <w:rsid w:val="00EF1675"/>
    <w:rsid w:val="00F03D85"/>
    <w:rsid w:val="00F10B53"/>
    <w:rsid w:val="00F12A72"/>
    <w:rsid w:val="00F15239"/>
    <w:rsid w:val="00F20283"/>
    <w:rsid w:val="00F225D5"/>
    <w:rsid w:val="00F22DD2"/>
    <w:rsid w:val="00F22FD3"/>
    <w:rsid w:val="00F266C5"/>
    <w:rsid w:val="00F32D49"/>
    <w:rsid w:val="00F34D64"/>
    <w:rsid w:val="00F36A44"/>
    <w:rsid w:val="00F37F03"/>
    <w:rsid w:val="00F472B5"/>
    <w:rsid w:val="00F47E7A"/>
    <w:rsid w:val="00F60C1D"/>
    <w:rsid w:val="00F61FC6"/>
    <w:rsid w:val="00F63884"/>
    <w:rsid w:val="00F70E6D"/>
    <w:rsid w:val="00F73330"/>
    <w:rsid w:val="00F73E37"/>
    <w:rsid w:val="00F76776"/>
    <w:rsid w:val="00F77DC1"/>
    <w:rsid w:val="00F94EEF"/>
    <w:rsid w:val="00FA011F"/>
    <w:rsid w:val="00FB0505"/>
    <w:rsid w:val="00FB3701"/>
    <w:rsid w:val="00FB3C8D"/>
    <w:rsid w:val="00FC0561"/>
    <w:rsid w:val="00FE16E8"/>
    <w:rsid w:val="00FE6151"/>
    <w:rsid w:val="00FF1C1F"/>
    <w:rsid w:val="00FF7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DF9"/>
    <w:pPr>
      <w:spacing w:line="360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har"/>
    <w:qFormat/>
    <w:rsid w:val="00305FE0"/>
    <w:pPr>
      <w:keepNext/>
      <w:spacing w:line="240" w:lineRule="auto"/>
      <w:jc w:val="center"/>
      <w:outlineLvl w:val="0"/>
    </w:pPr>
    <w:rPr>
      <w:rFonts w:ascii="Times New Roman" w:hAnsi="Times New Roman"/>
      <w:b/>
      <w:color w:val="000000"/>
      <w:sz w:val="24"/>
      <w:szCs w:val="2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D65F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D65F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6D65F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6D65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6D65F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6D65F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6D65F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6D65F1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05FE0"/>
    <w:rPr>
      <w:rFonts w:ascii="Times New Roman" w:eastAsia="Times New Roman" w:hAnsi="Times New Roman" w:cs="Times New Roman"/>
      <w:b/>
      <w:color w:val="000000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305F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F73330"/>
    <w:rPr>
      <w:color w:val="0000FF"/>
      <w:u w:val="single"/>
    </w:rPr>
  </w:style>
  <w:style w:type="paragraph" w:styleId="SemEspaamento">
    <w:name w:val="No Spacing"/>
    <w:uiPriority w:val="1"/>
    <w:qFormat/>
    <w:rsid w:val="006D65F1"/>
    <w:rPr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6D65F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6D65F1"/>
    <w:rPr>
      <w:rFonts w:ascii="Cambria" w:eastAsia="Times New Roman" w:hAnsi="Cambria" w:cs="Times New Roman"/>
      <w:b/>
      <w:bCs/>
      <w:color w:val="4F81BD"/>
    </w:rPr>
  </w:style>
  <w:style w:type="character" w:customStyle="1" w:styleId="Ttulo4Char">
    <w:name w:val="Título 4 Char"/>
    <w:basedOn w:val="Fontepargpadro"/>
    <w:link w:val="Ttulo4"/>
    <w:uiPriority w:val="9"/>
    <w:rsid w:val="006D65F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har">
    <w:name w:val="Título 5 Char"/>
    <w:basedOn w:val="Fontepargpadro"/>
    <w:link w:val="Ttulo5"/>
    <w:uiPriority w:val="9"/>
    <w:rsid w:val="006D65F1"/>
    <w:rPr>
      <w:rFonts w:ascii="Cambria" w:eastAsia="Times New Roman" w:hAnsi="Cambria" w:cs="Times New Roman"/>
      <w:color w:val="243F60"/>
    </w:rPr>
  </w:style>
  <w:style w:type="character" w:customStyle="1" w:styleId="Ttulo6Char">
    <w:name w:val="Título 6 Char"/>
    <w:basedOn w:val="Fontepargpadro"/>
    <w:link w:val="Ttulo6"/>
    <w:uiPriority w:val="9"/>
    <w:rsid w:val="006D65F1"/>
    <w:rPr>
      <w:rFonts w:ascii="Cambria" w:eastAsia="Times New Roman" w:hAnsi="Cambria" w:cs="Times New Roman"/>
      <w:i/>
      <w:iCs/>
      <w:color w:val="243F60"/>
    </w:rPr>
  </w:style>
  <w:style w:type="character" w:customStyle="1" w:styleId="Ttulo7Char">
    <w:name w:val="Título 7 Char"/>
    <w:basedOn w:val="Fontepargpadro"/>
    <w:link w:val="Ttulo7"/>
    <w:uiPriority w:val="9"/>
    <w:rsid w:val="006D65F1"/>
    <w:rPr>
      <w:rFonts w:ascii="Cambria" w:eastAsia="Times New Roman" w:hAnsi="Cambria" w:cs="Times New Roman"/>
      <w:i/>
      <w:iCs/>
      <w:color w:val="404040"/>
    </w:rPr>
  </w:style>
  <w:style w:type="character" w:customStyle="1" w:styleId="Ttulo8Char">
    <w:name w:val="Título 8 Char"/>
    <w:basedOn w:val="Fontepargpadro"/>
    <w:link w:val="Ttulo8"/>
    <w:uiPriority w:val="9"/>
    <w:rsid w:val="006D65F1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6D65F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6D65F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6D65F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Default">
    <w:name w:val="Default"/>
    <w:rsid w:val="00582B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uiPriority w:val="22"/>
    <w:qFormat/>
    <w:rsid w:val="00FE6151"/>
    <w:rPr>
      <w:b/>
      <w:bCs/>
    </w:rPr>
  </w:style>
  <w:style w:type="paragraph" w:styleId="Corpodetexto">
    <w:name w:val="Body Text"/>
    <w:basedOn w:val="Normal"/>
    <w:link w:val="CorpodetextoChar"/>
    <w:rsid w:val="007903F2"/>
    <w:pPr>
      <w:jc w:val="both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7903F2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Fontepargpadro"/>
    <w:rsid w:val="00A95272"/>
  </w:style>
  <w:style w:type="paragraph" w:styleId="Cabealho">
    <w:name w:val="header"/>
    <w:basedOn w:val="Normal"/>
    <w:link w:val="Cabealho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6E42"/>
    <w:rPr>
      <w:sz w:val="22"/>
      <w:szCs w:val="22"/>
    </w:rPr>
  </w:style>
  <w:style w:type="paragraph" w:styleId="Rodap">
    <w:name w:val="footer"/>
    <w:basedOn w:val="Normal"/>
    <w:link w:val="RodapChar"/>
    <w:uiPriority w:val="99"/>
    <w:unhideWhenUsed/>
    <w:rsid w:val="00B46E4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6E42"/>
    <w:rPr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6E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6E4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205DD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A253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A253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A253B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A253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A253B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C44D74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961AAB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essa\Documents\Gradua&#231;&#227;o\Of&#237;cios\Of&#237;cio%20007%202014%20-%20Rejei&#231;&#227;o%20Espectrofot&#244;metr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21E31-8C4B-4124-90C2-F6A82511E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Ofício 007 2014 - Rejeição Espectrofotômetro</Template>
  <TotalTime>24</TotalTime>
  <Pages>1</Pages>
  <Words>299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Claudia Rotta</cp:lastModifiedBy>
  <cp:revision>5</cp:revision>
  <cp:lastPrinted>2017-10-02T18:19:00Z</cp:lastPrinted>
  <dcterms:created xsi:type="dcterms:W3CDTF">2018-06-13T21:24:00Z</dcterms:created>
  <dcterms:modified xsi:type="dcterms:W3CDTF">2018-06-13T22:16:00Z</dcterms:modified>
</cp:coreProperties>
</file>